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4EC9A" w14:textId="77777777"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r w:rsidR="00CD6897" w:rsidRPr="00A9460A">
        <w:rPr>
          <w:rFonts w:ascii="Corbel" w:hAnsi="Corbel"/>
          <w:bCs/>
          <w:i/>
        </w:rPr>
        <w:t xml:space="preserve"> nr </w:t>
      </w:r>
      <w:r w:rsidR="00F17567" w:rsidRPr="00A9460A">
        <w:rPr>
          <w:rFonts w:ascii="Corbel" w:hAnsi="Corbel"/>
          <w:bCs/>
          <w:i/>
        </w:rPr>
        <w:t>12/2019</w:t>
      </w:r>
    </w:p>
    <w:p w14:paraId="6665855E" w14:textId="77777777" w:rsidR="0085747A" w:rsidRPr="00A94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SYLABUS</w:t>
      </w:r>
    </w:p>
    <w:p w14:paraId="5FBA548B" w14:textId="7A29EE48" w:rsidR="0085747A" w:rsidRPr="00A946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460A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A9460A">
        <w:rPr>
          <w:rFonts w:ascii="Corbel" w:hAnsi="Corbel"/>
          <w:i/>
          <w:smallCaps/>
          <w:sz w:val="24"/>
          <w:szCs w:val="24"/>
        </w:rPr>
        <w:t>20</w:t>
      </w:r>
      <w:r w:rsidR="00D3036A">
        <w:rPr>
          <w:rFonts w:ascii="Corbel" w:hAnsi="Corbel"/>
          <w:i/>
          <w:smallCaps/>
          <w:sz w:val="24"/>
          <w:szCs w:val="24"/>
        </w:rPr>
        <w:t>19</w:t>
      </w:r>
      <w:r w:rsidR="002A330C" w:rsidRPr="00A9460A">
        <w:rPr>
          <w:rFonts w:ascii="Corbel" w:hAnsi="Corbel"/>
          <w:i/>
          <w:smallCaps/>
          <w:sz w:val="24"/>
          <w:szCs w:val="24"/>
        </w:rPr>
        <w:t>-202</w:t>
      </w:r>
      <w:r w:rsidR="00D3036A">
        <w:rPr>
          <w:rFonts w:ascii="Corbel" w:hAnsi="Corbel"/>
          <w:i/>
          <w:smallCaps/>
          <w:sz w:val="24"/>
          <w:szCs w:val="24"/>
        </w:rPr>
        <w:t>2</w:t>
      </w:r>
    </w:p>
    <w:p w14:paraId="0A4A454C" w14:textId="77777777" w:rsidR="0085747A" w:rsidRPr="00A9460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9460A">
        <w:rPr>
          <w:rFonts w:ascii="Corbel" w:hAnsi="Corbel"/>
          <w:i/>
          <w:sz w:val="20"/>
          <w:szCs w:val="20"/>
        </w:rPr>
        <w:t>(skrajne daty</w:t>
      </w:r>
      <w:r w:rsidR="0085747A" w:rsidRPr="00A9460A">
        <w:rPr>
          <w:rFonts w:ascii="Corbel" w:hAnsi="Corbel"/>
          <w:sz w:val="20"/>
          <w:szCs w:val="20"/>
        </w:rPr>
        <w:t>)</w:t>
      </w:r>
    </w:p>
    <w:p w14:paraId="5E511E31" w14:textId="10F7DAFF" w:rsidR="00445970" w:rsidRPr="00A9460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A9460A">
        <w:rPr>
          <w:rFonts w:ascii="Corbel" w:hAnsi="Corbel"/>
          <w:sz w:val="20"/>
          <w:szCs w:val="20"/>
        </w:rPr>
        <w:t>20</w:t>
      </w:r>
      <w:r w:rsidR="008874F4">
        <w:rPr>
          <w:rFonts w:ascii="Corbel" w:hAnsi="Corbel"/>
          <w:sz w:val="20"/>
          <w:szCs w:val="20"/>
        </w:rPr>
        <w:t>2</w:t>
      </w:r>
      <w:r w:rsidR="00D3036A">
        <w:rPr>
          <w:rFonts w:ascii="Corbel" w:hAnsi="Corbel"/>
          <w:sz w:val="20"/>
          <w:szCs w:val="20"/>
        </w:rPr>
        <w:t>1</w:t>
      </w:r>
      <w:r w:rsidR="002A330C" w:rsidRPr="00A9460A">
        <w:rPr>
          <w:rFonts w:ascii="Corbel" w:hAnsi="Corbel"/>
          <w:sz w:val="20"/>
          <w:szCs w:val="20"/>
        </w:rPr>
        <w:t>/202</w:t>
      </w:r>
      <w:r w:rsidR="00D3036A">
        <w:rPr>
          <w:rFonts w:ascii="Corbel" w:hAnsi="Corbel"/>
          <w:sz w:val="20"/>
          <w:szCs w:val="20"/>
        </w:rPr>
        <w:t>2</w:t>
      </w:r>
    </w:p>
    <w:p w14:paraId="690036BC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40AA94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4507"/>
      </w:tblGrid>
      <w:tr w:rsidR="0085747A" w:rsidRPr="00A9460A" w14:paraId="4827B9CC" w14:textId="77777777" w:rsidTr="008874F4">
        <w:tc>
          <w:tcPr>
            <w:tcW w:w="5274" w:type="dxa"/>
            <w:vAlign w:val="center"/>
          </w:tcPr>
          <w:p w14:paraId="73DCD943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07" w:type="dxa"/>
            <w:vAlign w:val="center"/>
          </w:tcPr>
          <w:p w14:paraId="7A87D5F3" w14:textId="77777777" w:rsidR="0085747A" w:rsidRPr="00A9460A" w:rsidRDefault="00A946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 w Europie</w:t>
            </w:r>
          </w:p>
        </w:tc>
      </w:tr>
      <w:tr w:rsidR="0085747A" w:rsidRPr="00A9460A" w14:paraId="3439C70B" w14:textId="77777777" w:rsidTr="008874F4">
        <w:tc>
          <w:tcPr>
            <w:tcW w:w="5274" w:type="dxa"/>
            <w:vAlign w:val="center"/>
          </w:tcPr>
          <w:p w14:paraId="370F9DF4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07" w:type="dxa"/>
            <w:vAlign w:val="center"/>
          </w:tcPr>
          <w:p w14:paraId="6D2B611F" w14:textId="77777777" w:rsidR="0085747A" w:rsidRPr="00A9460A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A9460A" w:rsidRPr="00A946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[6]F_01-12</w:t>
            </w:r>
          </w:p>
        </w:tc>
      </w:tr>
      <w:tr w:rsidR="0085747A" w:rsidRPr="00A9460A" w14:paraId="077C5F9B" w14:textId="77777777" w:rsidTr="008874F4">
        <w:tc>
          <w:tcPr>
            <w:tcW w:w="5274" w:type="dxa"/>
            <w:vAlign w:val="center"/>
          </w:tcPr>
          <w:p w14:paraId="2795B050" w14:textId="77777777"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07" w:type="dxa"/>
            <w:vAlign w:val="center"/>
          </w:tcPr>
          <w:p w14:paraId="3499B332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1A09603F" w14:textId="77777777" w:rsidTr="008874F4">
        <w:tc>
          <w:tcPr>
            <w:tcW w:w="5274" w:type="dxa"/>
            <w:vAlign w:val="center"/>
          </w:tcPr>
          <w:p w14:paraId="496C7A00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07" w:type="dxa"/>
            <w:vAlign w:val="center"/>
          </w:tcPr>
          <w:p w14:paraId="619130C8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745420BA" w14:textId="77777777" w:rsidTr="008874F4">
        <w:tc>
          <w:tcPr>
            <w:tcW w:w="5274" w:type="dxa"/>
            <w:vAlign w:val="center"/>
          </w:tcPr>
          <w:p w14:paraId="74BE0077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07" w:type="dxa"/>
            <w:vAlign w:val="center"/>
          </w:tcPr>
          <w:p w14:paraId="3824BC2F" w14:textId="77777777"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14:paraId="6289141D" w14:textId="77777777" w:rsidTr="008874F4">
        <w:tc>
          <w:tcPr>
            <w:tcW w:w="5274" w:type="dxa"/>
            <w:vAlign w:val="center"/>
          </w:tcPr>
          <w:p w14:paraId="5A786E9D" w14:textId="77777777"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07" w:type="dxa"/>
            <w:vAlign w:val="center"/>
          </w:tcPr>
          <w:p w14:paraId="59385E5E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14:paraId="051B7C7A" w14:textId="77777777" w:rsidTr="008874F4">
        <w:tc>
          <w:tcPr>
            <w:tcW w:w="5274" w:type="dxa"/>
            <w:vAlign w:val="center"/>
          </w:tcPr>
          <w:p w14:paraId="3FD57FD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07" w:type="dxa"/>
            <w:vAlign w:val="center"/>
          </w:tcPr>
          <w:p w14:paraId="7C954240" w14:textId="77777777" w:rsidR="0085747A" w:rsidRPr="00A9460A" w:rsidRDefault="00623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9460A" w14:paraId="1EC463FC" w14:textId="77777777" w:rsidTr="008874F4">
        <w:tc>
          <w:tcPr>
            <w:tcW w:w="5274" w:type="dxa"/>
            <w:vAlign w:val="center"/>
          </w:tcPr>
          <w:p w14:paraId="0A83051A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07" w:type="dxa"/>
            <w:vAlign w:val="center"/>
          </w:tcPr>
          <w:p w14:paraId="5F67736F" w14:textId="77777777" w:rsidR="0085747A" w:rsidRPr="00A9460A" w:rsidRDefault="00A946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14:paraId="3CAA944F" w14:textId="77777777" w:rsidTr="008874F4">
        <w:tc>
          <w:tcPr>
            <w:tcW w:w="5274" w:type="dxa"/>
            <w:vAlign w:val="center"/>
          </w:tcPr>
          <w:p w14:paraId="6F3C7B48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07" w:type="dxa"/>
            <w:vAlign w:val="center"/>
          </w:tcPr>
          <w:p w14:paraId="7E5276F5" w14:textId="15A1002F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874F4">
              <w:rPr>
                <w:rFonts w:ascii="Corbel" w:hAnsi="Corbel"/>
                <w:b w:val="0"/>
                <w:sz w:val="24"/>
                <w:szCs w:val="24"/>
              </w:rPr>
              <w:t xml:space="preserve">3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CB37B5"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A9460A" w14:paraId="0775353F" w14:textId="77777777" w:rsidTr="008874F4">
        <w:tc>
          <w:tcPr>
            <w:tcW w:w="5274" w:type="dxa"/>
            <w:vAlign w:val="center"/>
          </w:tcPr>
          <w:p w14:paraId="7708658D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07" w:type="dxa"/>
            <w:vAlign w:val="center"/>
          </w:tcPr>
          <w:p w14:paraId="182CBDAC" w14:textId="77777777" w:rsidR="0085747A" w:rsidRPr="00A9460A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A9460A" w14:paraId="7C458BE0" w14:textId="77777777" w:rsidTr="008874F4">
        <w:tc>
          <w:tcPr>
            <w:tcW w:w="5274" w:type="dxa"/>
            <w:vAlign w:val="center"/>
          </w:tcPr>
          <w:p w14:paraId="3688697C" w14:textId="77777777"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07" w:type="dxa"/>
            <w:vAlign w:val="center"/>
          </w:tcPr>
          <w:p w14:paraId="2A438B59" w14:textId="77777777" w:rsidR="00923D7D" w:rsidRPr="00A9460A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14:paraId="144357D5" w14:textId="77777777" w:rsidTr="008874F4">
        <w:tc>
          <w:tcPr>
            <w:tcW w:w="5274" w:type="dxa"/>
            <w:vAlign w:val="center"/>
          </w:tcPr>
          <w:p w14:paraId="13141992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07" w:type="dxa"/>
            <w:vAlign w:val="center"/>
          </w:tcPr>
          <w:p w14:paraId="0525BFFF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14:paraId="1244322A" w14:textId="77777777" w:rsidTr="008874F4">
        <w:tc>
          <w:tcPr>
            <w:tcW w:w="5274" w:type="dxa"/>
            <w:vAlign w:val="center"/>
          </w:tcPr>
          <w:p w14:paraId="768D30B6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07" w:type="dxa"/>
            <w:vAlign w:val="center"/>
          </w:tcPr>
          <w:p w14:paraId="2192A803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5D453C23" w14:textId="77777777" w:rsidR="0085747A" w:rsidRPr="00A94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14:paraId="44210479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5762A" w14:textId="77777777"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830BC9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14:paraId="0DAB833F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18C0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14:paraId="2B8A6BD2" w14:textId="77777777" w:rsidR="00015B8F" w:rsidRPr="00A94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2A9B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Wykł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7BE9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8060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Konw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977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EA6D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Sem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3FE5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2E66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Prakt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E2C9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09C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14:paraId="6D4018BE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BAEB" w14:textId="77777777" w:rsidR="00015B8F" w:rsidRPr="00A9460A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V</w:t>
            </w:r>
            <w:r w:rsidR="00053E5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713B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D68E" w14:textId="37DC998B" w:rsidR="00015B8F" w:rsidRPr="00A9460A" w:rsidRDefault="00015B8F" w:rsidP="008874F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AB32" w14:textId="53988B57" w:rsidR="00015B8F" w:rsidRPr="00A9460A" w:rsidRDefault="008874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A46A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24BE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4345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9B64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FF67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F579" w14:textId="77777777" w:rsidR="00015B8F" w:rsidRPr="00A9460A" w:rsidRDefault="00CB37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F021F8B" w14:textId="77777777" w:rsidR="00923D7D" w:rsidRPr="00A94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80EE57" w14:textId="77777777"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444717" w14:textId="77777777" w:rsidR="0085747A" w:rsidRPr="00A946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14:paraId="4667FBC5" w14:textId="77777777" w:rsidR="0085747A" w:rsidRPr="00A9460A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E329A2C" w14:textId="77777777" w:rsidR="0085747A" w:rsidRPr="00A946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51492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70155D" w14:textId="77777777" w:rsidR="00E22FBC" w:rsidRPr="00A94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F07378" w14:textId="77777777" w:rsidR="009C54AE" w:rsidRPr="00A9460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8A7E89" w14:textId="77777777" w:rsidR="00E960BB" w:rsidRPr="00A9460A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>Zaliczenie z Oceną</w:t>
      </w:r>
    </w:p>
    <w:p w14:paraId="0C25339A" w14:textId="77777777" w:rsidR="00E960BB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2A7E0BC" w14:textId="77777777" w:rsidTr="00745302">
        <w:tc>
          <w:tcPr>
            <w:tcW w:w="9670" w:type="dxa"/>
          </w:tcPr>
          <w:p w14:paraId="0A3948BB" w14:textId="4B9CC254" w:rsidR="0085747A" w:rsidRPr="00A9460A" w:rsidRDefault="008874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wprowadzenia do pracy socjalnej, metodyki pracy socjalnej, teorii pracy socjalnej, struktury pomocy społecznej</w:t>
            </w:r>
          </w:p>
        </w:tc>
      </w:tr>
    </w:tbl>
    <w:p w14:paraId="0D656BFC" w14:textId="77777777"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EC544E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14:paraId="336AD8D4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D021A" w14:textId="77777777"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14:paraId="7F16650D" w14:textId="77777777"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9460A" w:rsidRPr="00A9460A" w14:paraId="490D0B47" w14:textId="77777777" w:rsidTr="006A3D4B">
        <w:tc>
          <w:tcPr>
            <w:tcW w:w="845" w:type="dxa"/>
            <w:vAlign w:val="center"/>
          </w:tcPr>
          <w:p w14:paraId="192F9A1D" w14:textId="77777777" w:rsidR="00A9460A" w:rsidRPr="00A9460A" w:rsidRDefault="00A9460A" w:rsidP="00A946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237FDB6" w14:textId="77777777" w:rsidR="00A9460A" w:rsidRPr="00A9460A" w:rsidRDefault="00A9460A" w:rsidP="00A9460A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 xml:space="preserve"> Zdobycia przez studentów wiedzy umożliwiającej rozróżnianie struktury i zakresu działania poszczególnych instytucji społecznych w wymiarze lokalnym i ponad lokalnym</w:t>
            </w:r>
          </w:p>
        </w:tc>
      </w:tr>
      <w:tr w:rsidR="00A9460A" w:rsidRPr="00A9460A" w14:paraId="369A86AC" w14:textId="77777777" w:rsidTr="006A3D4B">
        <w:tc>
          <w:tcPr>
            <w:tcW w:w="845" w:type="dxa"/>
            <w:vAlign w:val="center"/>
          </w:tcPr>
          <w:p w14:paraId="14768CAB" w14:textId="77777777" w:rsidR="00A9460A" w:rsidRPr="00A9460A" w:rsidRDefault="00A9460A" w:rsidP="00A946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2FF48DA" w14:textId="77777777" w:rsidR="00A9460A" w:rsidRPr="00A9460A" w:rsidRDefault="00A9460A" w:rsidP="00A9460A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>Nabycie a przez studentów umiejętności w zakresie standardów  usług socjalnych , w tym standardów na poziomie europejskim</w:t>
            </w:r>
          </w:p>
        </w:tc>
      </w:tr>
      <w:tr w:rsidR="00A9460A" w:rsidRPr="00A9460A" w14:paraId="302C3CF6" w14:textId="77777777" w:rsidTr="006A3D4B">
        <w:tc>
          <w:tcPr>
            <w:tcW w:w="845" w:type="dxa"/>
            <w:vAlign w:val="center"/>
          </w:tcPr>
          <w:p w14:paraId="612D4628" w14:textId="77777777" w:rsidR="00A9460A" w:rsidRPr="00A9460A" w:rsidRDefault="00A9460A" w:rsidP="00A946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20E945EC" w14:textId="77777777" w:rsidR="00A9460A" w:rsidRPr="00A9460A" w:rsidRDefault="00A9460A" w:rsidP="00A9460A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>Uzyskania przez studentów umiejętności wykorzystywania wiedzy wynikającej z diagnozowania procesów i zjawisk społecznych w praktyce pracy socjalnej</w:t>
            </w:r>
          </w:p>
        </w:tc>
      </w:tr>
    </w:tbl>
    <w:p w14:paraId="2C2B751F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38F23E" w14:textId="77777777"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14:paraId="15B1EF0C" w14:textId="77777777"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9460A" w14:paraId="59F9CB62" w14:textId="77777777" w:rsidTr="006A3D4B">
        <w:tc>
          <w:tcPr>
            <w:tcW w:w="1681" w:type="dxa"/>
            <w:vAlign w:val="center"/>
          </w:tcPr>
          <w:p w14:paraId="662C4D83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CA69699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DEC36A9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0585" w:rsidRPr="00A9460A" w14:paraId="48CA0D6C" w14:textId="77777777" w:rsidTr="006A3D4B">
        <w:tc>
          <w:tcPr>
            <w:tcW w:w="1681" w:type="dxa"/>
          </w:tcPr>
          <w:p w14:paraId="5EFC4E35" w14:textId="77777777" w:rsidR="00820585" w:rsidRPr="00A9460A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0513EC5" w14:textId="77777777" w:rsidR="00820585" w:rsidRPr="00A9460A" w:rsidRDefault="00A9460A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charakter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europejskiej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>pracy socjalnej, jej miejsce w systemie nauk społecznych, powiązania z innymi dyscyplinami</w:t>
            </w:r>
          </w:p>
        </w:tc>
        <w:tc>
          <w:tcPr>
            <w:tcW w:w="1865" w:type="dxa"/>
          </w:tcPr>
          <w:p w14:paraId="17E1B42E" w14:textId="77777777" w:rsidR="00820585" w:rsidRPr="00A9460A" w:rsidRDefault="00A9460A" w:rsidP="00820585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 xml:space="preserve">K_W01, </w:t>
            </w:r>
          </w:p>
        </w:tc>
      </w:tr>
      <w:tr w:rsidR="00A9460A" w:rsidRPr="00A9460A" w14:paraId="643400C1" w14:textId="77777777" w:rsidTr="006A3D4B">
        <w:tc>
          <w:tcPr>
            <w:tcW w:w="1681" w:type="dxa"/>
          </w:tcPr>
          <w:p w14:paraId="0A71B15E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6AE216A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nstytucje regionalne, krajowe i międzynarodowe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pracy socjalnej</w:t>
            </w:r>
          </w:p>
        </w:tc>
        <w:tc>
          <w:tcPr>
            <w:tcW w:w="1865" w:type="dxa"/>
          </w:tcPr>
          <w:p w14:paraId="2144B72D" w14:textId="77777777" w:rsidR="00A9460A" w:rsidRDefault="00A9460A" w:rsidP="00A9460A">
            <w:r w:rsidRPr="00F53095">
              <w:t xml:space="preserve">K_W04, </w:t>
            </w:r>
          </w:p>
        </w:tc>
      </w:tr>
      <w:tr w:rsidR="00A9460A" w:rsidRPr="00A9460A" w14:paraId="0201541E" w14:textId="77777777" w:rsidTr="006A3D4B">
        <w:tc>
          <w:tcPr>
            <w:tcW w:w="1681" w:type="dxa"/>
          </w:tcPr>
          <w:p w14:paraId="3A0DC9ED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E084C75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umiejętności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samodzielnego i ustawicznego kształcenia się przez całe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wyszukiwanie informacji z zakresu rozwoju pracy socjalnej</w:t>
            </w:r>
          </w:p>
        </w:tc>
        <w:tc>
          <w:tcPr>
            <w:tcW w:w="1865" w:type="dxa"/>
          </w:tcPr>
          <w:p w14:paraId="5F6A09A8" w14:textId="77777777" w:rsidR="00A9460A" w:rsidRDefault="00A9460A" w:rsidP="00A9460A">
            <w:r w:rsidRPr="00F53095">
              <w:t xml:space="preserve">K_U16, </w:t>
            </w:r>
          </w:p>
        </w:tc>
      </w:tr>
      <w:tr w:rsidR="00A9460A" w:rsidRPr="00A9460A" w14:paraId="78D89FA1" w14:textId="77777777" w:rsidTr="006A3D4B">
        <w:tc>
          <w:tcPr>
            <w:tcW w:w="1681" w:type="dxa"/>
          </w:tcPr>
          <w:p w14:paraId="0804AD76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7F41F1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 zakresie rozwoju osobistego, wyznaczania kierunków własnego rozwoju i kształcenia zawodowego oraz dokształcania się w sferze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poszukiwanie dobrych praktyk z zakresu rozwoju pracy socjalnej w Europie</w:t>
            </w:r>
          </w:p>
        </w:tc>
        <w:tc>
          <w:tcPr>
            <w:tcW w:w="1865" w:type="dxa"/>
          </w:tcPr>
          <w:p w14:paraId="4B117C41" w14:textId="77777777" w:rsidR="00A9460A" w:rsidRDefault="00A9460A" w:rsidP="00A9460A">
            <w:r w:rsidRPr="00F53095">
              <w:t xml:space="preserve">K_U17, </w:t>
            </w:r>
          </w:p>
        </w:tc>
      </w:tr>
      <w:tr w:rsidR="00A9460A" w:rsidRPr="00A9460A" w14:paraId="17B0EE7A" w14:textId="77777777" w:rsidTr="006A3D4B">
        <w:tc>
          <w:tcPr>
            <w:tcW w:w="1681" w:type="dxa"/>
          </w:tcPr>
          <w:p w14:paraId="2970D169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81E6E9A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kompetencję do w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>yznaczania kierunków rozwoju osobistego i samokształcenia w zakresie pracy socjalnej oraz w wymiarze interdyscyplinarnym</w:t>
            </w:r>
            <w:r w:rsidR="00623D47">
              <w:rPr>
                <w:rFonts w:ascii="Corbel" w:hAnsi="Corbel"/>
                <w:b w:val="0"/>
                <w:smallCaps w:val="0"/>
                <w:szCs w:val="24"/>
              </w:rPr>
              <w:t xml:space="preserve"> w zakresie Europejskiej pracy socjalnej</w:t>
            </w:r>
          </w:p>
        </w:tc>
        <w:tc>
          <w:tcPr>
            <w:tcW w:w="1865" w:type="dxa"/>
          </w:tcPr>
          <w:p w14:paraId="7285F265" w14:textId="77777777" w:rsidR="00A9460A" w:rsidRDefault="00A9460A" w:rsidP="00A9460A">
            <w:r w:rsidRPr="00F53095">
              <w:t xml:space="preserve">K_U19, </w:t>
            </w:r>
          </w:p>
        </w:tc>
      </w:tr>
    </w:tbl>
    <w:p w14:paraId="79B97371" w14:textId="77777777" w:rsidR="0085747A" w:rsidRPr="00A9460A" w:rsidRDefault="008205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br/>
      </w:r>
    </w:p>
    <w:p w14:paraId="5A8EADEF" w14:textId="77777777"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60A">
        <w:rPr>
          <w:rFonts w:ascii="Corbel" w:hAnsi="Corbel"/>
          <w:sz w:val="24"/>
          <w:szCs w:val="24"/>
        </w:rPr>
        <w:t xml:space="preserve">  </w:t>
      </w:r>
    </w:p>
    <w:p w14:paraId="2EB39BA4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14:paraId="3B66B90C" w14:textId="77777777"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1B0DDECF" w14:textId="77777777" w:rsidTr="003811AF">
        <w:tc>
          <w:tcPr>
            <w:tcW w:w="9520" w:type="dxa"/>
          </w:tcPr>
          <w:p w14:paraId="6ED5CC5C" w14:textId="77777777"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14:paraId="159D5374" w14:textId="77777777" w:rsidTr="003811AF">
        <w:tc>
          <w:tcPr>
            <w:tcW w:w="9520" w:type="dxa"/>
          </w:tcPr>
          <w:p w14:paraId="7E296890" w14:textId="77777777" w:rsidR="00516297" w:rsidRPr="00A9460A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0C36A74E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BD10FD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14:paraId="1B416F7D" w14:textId="77777777"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25861B8B" w14:textId="77777777" w:rsidTr="00731FC9">
        <w:tc>
          <w:tcPr>
            <w:tcW w:w="9520" w:type="dxa"/>
          </w:tcPr>
          <w:p w14:paraId="385EBD04" w14:textId="77777777" w:rsidR="0085747A" w:rsidRPr="00A94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3D47" w:rsidRPr="00E43B3F" w14:paraId="1338FFDB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C37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>Wprowadzenie do przedmiotu. Rys historyczny działalności socjalnej w Europie</w:t>
            </w:r>
          </w:p>
        </w:tc>
      </w:tr>
      <w:tr w:rsidR="00623D47" w:rsidRPr="00E43B3F" w14:paraId="2CCB2B3D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3F0A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lastRenderedPageBreak/>
              <w:t xml:space="preserve">Geneza i klasyfikacje teorii pracy socjalnej.                   </w:t>
            </w:r>
          </w:p>
        </w:tc>
      </w:tr>
      <w:tr w:rsidR="00623D47" w:rsidRPr="00E43B3F" w14:paraId="75103A06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9D61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Rozwój szkół pracy socjalnej w Europie  </w:t>
            </w:r>
          </w:p>
        </w:tc>
      </w:tr>
      <w:tr w:rsidR="00623D47" w:rsidRPr="00E43B3F" w14:paraId="26B3DDC4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E355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Profesje społeczne w Europie          </w:t>
            </w:r>
          </w:p>
        </w:tc>
      </w:tr>
      <w:tr w:rsidR="00623D47" w:rsidRPr="00E43B3F" w14:paraId="4B937051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7048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>Współczesne standardy kształcenia w zakresie pracy socjalnej w Europie</w:t>
            </w:r>
          </w:p>
        </w:tc>
      </w:tr>
      <w:tr w:rsidR="00623D47" w:rsidRPr="00E43B3F" w14:paraId="6BBE1DC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BE6C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Perspektywa lokalna w rozwiązywaniu problemów  - na przykładzie wybranych krajów europejskich                                                                                        </w:t>
            </w:r>
          </w:p>
        </w:tc>
      </w:tr>
    </w:tbl>
    <w:p w14:paraId="7788844C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85C4F" w14:textId="77777777"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14:paraId="320A108D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29C07F" w14:textId="77777777" w:rsidR="0085747A" w:rsidRPr="00A9460A" w:rsidRDefault="00623D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3D47">
        <w:rPr>
          <w:rFonts w:ascii="Corbel" w:hAnsi="Corbel"/>
          <w:b w:val="0"/>
          <w:smallCaps w:val="0"/>
          <w:szCs w:val="24"/>
        </w:rPr>
        <w:t>Praca w grupach, dyskusja, metoda analizy studium przypadku</w:t>
      </w:r>
    </w:p>
    <w:p w14:paraId="27CAA8B9" w14:textId="77777777"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B779DB" w14:textId="77777777"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14:paraId="2DCA8653" w14:textId="77777777"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FE7BB" w14:textId="77777777"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14:paraId="24B9D903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460A" w14:paraId="30FD52EE" w14:textId="77777777" w:rsidTr="00731FC9">
        <w:tc>
          <w:tcPr>
            <w:tcW w:w="1962" w:type="dxa"/>
            <w:vAlign w:val="center"/>
          </w:tcPr>
          <w:p w14:paraId="08C70709" w14:textId="77777777"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65878F" w14:textId="77777777"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0E67FF" w14:textId="77777777"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B85C75" w14:textId="77777777"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BFBE89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A9460A" w14:paraId="4FFD82AE" w14:textId="77777777" w:rsidTr="00731FC9">
        <w:tc>
          <w:tcPr>
            <w:tcW w:w="1962" w:type="dxa"/>
          </w:tcPr>
          <w:p w14:paraId="0163410B" w14:textId="77777777"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7C2E889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, obserwacja w trakcie zajęć</w:t>
            </w:r>
          </w:p>
        </w:tc>
        <w:tc>
          <w:tcPr>
            <w:tcW w:w="2117" w:type="dxa"/>
          </w:tcPr>
          <w:p w14:paraId="6B5FA9AF" w14:textId="716AF62C" w:rsidR="000B5AFF" w:rsidRPr="00A9460A" w:rsidRDefault="008874F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8874F4" w:rsidRPr="00A9460A" w14:paraId="280984CB" w14:textId="77777777" w:rsidTr="00731FC9">
        <w:tc>
          <w:tcPr>
            <w:tcW w:w="1962" w:type="dxa"/>
          </w:tcPr>
          <w:p w14:paraId="4B8B1A76" w14:textId="77777777" w:rsidR="008874F4" w:rsidRPr="00A9460A" w:rsidRDefault="008874F4" w:rsidP="008874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283051F" w14:textId="77777777" w:rsidR="008874F4" w:rsidRDefault="008874F4" w:rsidP="008874F4">
            <w:r w:rsidRPr="00127459">
              <w:t xml:space="preserve">Kolokwium </w:t>
            </w:r>
            <w:r>
              <w:t xml:space="preserve">, </w:t>
            </w:r>
            <w:r w:rsidRPr="00623D47">
              <w:t>obserwacja w trakcie zajęć</w:t>
            </w:r>
          </w:p>
        </w:tc>
        <w:tc>
          <w:tcPr>
            <w:tcW w:w="2117" w:type="dxa"/>
          </w:tcPr>
          <w:p w14:paraId="67685173" w14:textId="2754897C" w:rsidR="008874F4" w:rsidRPr="008874F4" w:rsidRDefault="008874F4" w:rsidP="008874F4">
            <w:pPr>
              <w:rPr>
                <w:rFonts w:ascii="Corbel" w:hAnsi="Corbel"/>
              </w:rPr>
            </w:pPr>
            <w:r w:rsidRPr="008874F4">
              <w:rPr>
                <w:rFonts w:ascii="Corbel" w:hAnsi="Corbel"/>
              </w:rPr>
              <w:t>konwersatorium</w:t>
            </w:r>
          </w:p>
        </w:tc>
      </w:tr>
      <w:tr w:rsidR="008874F4" w:rsidRPr="00A9460A" w14:paraId="569DE964" w14:textId="77777777" w:rsidTr="00731FC9">
        <w:tc>
          <w:tcPr>
            <w:tcW w:w="1962" w:type="dxa"/>
          </w:tcPr>
          <w:p w14:paraId="10381553" w14:textId="77777777" w:rsidR="008874F4" w:rsidRPr="00A9460A" w:rsidRDefault="008874F4" w:rsidP="008874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296BFC2" w14:textId="77777777" w:rsidR="008874F4" w:rsidRDefault="008874F4" w:rsidP="008874F4">
            <w:r w:rsidRPr="00127459">
              <w:t xml:space="preserve">Kolokwium </w:t>
            </w:r>
            <w:r>
              <w:t xml:space="preserve">, </w:t>
            </w:r>
            <w:r w:rsidRPr="00623D47">
              <w:t>obserwacja w trakcie zajęć</w:t>
            </w:r>
          </w:p>
        </w:tc>
        <w:tc>
          <w:tcPr>
            <w:tcW w:w="2117" w:type="dxa"/>
          </w:tcPr>
          <w:p w14:paraId="7C474E90" w14:textId="712B1B02" w:rsidR="008874F4" w:rsidRPr="008874F4" w:rsidRDefault="008874F4" w:rsidP="008874F4">
            <w:pPr>
              <w:rPr>
                <w:rFonts w:ascii="Corbel" w:hAnsi="Corbel"/>
              </w:rPr>
            </w:pPr>
            <w:r w:rsidRPr="008874F4">
              <w:rPr>
                <w:rFonts w:ascii="Corbel" w:hAnsi="Corbel"/>
              </w:rPr>
              <w:t>konwersatorium</w:t>
            </w:r>
          </w:p>
        </w:tc>
      </w:tr>
      <w:tr w:rsidR="008874F4" w:rsidRPr="00A9460A" w14:paraId="6FAF58EB" w14:textId="77777777" w:rsidTr="00731FC9">
        <w:tc>
          <w:tcPr>
            <w:tcW w:w="1962" w:type="dxa"/>
          </w:tcPr>
          <w:p w14:paraId="030F7D92" w14:textId="77777777" w:rsidR="008874F4" w:rsidRPr="00A9460A" w:rsidRDefault="008874F4" w:rsidP="008874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450EE29" w14:textId="77777777" w:rsidR="008874F4" w:rsidRDefault="008874F4" w:rsidP="008874F4">
            <w:r w:rsidRPr="00127459">
              <w:t xml:space="preserve">Kolokwium </w:t>
            </w:r>
            <w:r>
              <w:t xml:space="preserve">, </w:t>
            </w:r>
            <w:r w:rsidRPr="00623D47">
              <w:t>obserwacja w trakcie zajęć</w:t>
            </w:r>
          </w:p>
        </w:tc>
        <w:tc>
          <w:tcPr>
            <w:tcW w:w="2117" w:type="dxa"/>
          </w:tcPr>
          <w:p w14:paraId="2FCD3D24" w14:textId="1DB80813" w:rsidR="008874F4" w:rsidRPr="008874F4" w:rsidRDefault="008874F4" w:rsidP="008874F4">
            <w:pPr>
              <w:rPr>
                <w:rFonts w:ascii="Corbel" w:hAnsi="Corbel"/>
              </w:rPr>
            </w:pPr>
            <w:r w:rsidRPr="008874F4">
              <w:rPr>
                <w:rFonts w:ascii="Corbel" w:hAnsi="Corbel"/>
              </w:rPr>
              <w:t>konwersatorium</w:t>
            </w:r>
          </w:p>
        </w:tc>
      </w:tr>
      <w:tr w:rsidR="008874F4" w:rsidRPr="00A9460A" w14:paraId="438E7EB2" w14:textId="77777777" w:rsidTr="00731FC9">
        <w:tc>
          <w:tcPr>
            <w:tcW w:w="1962" w:type="dxa"/>
          </w:tcPr>
          <w:p w14:paraId="34F331EF" w14:textId="77777777" w:rsidR="008874F4" w:rsidRPr="00A9460A" w:rsidRDefault="008874F4" w:rsidP="008874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0CF781C" w14:textId="77777777" w:rsidR="008874F4" w:rsidRDefault="008874F4" w:rsidP="008874F4">
            <w:r w:rsidRPr="00127459">
              <w:t>Kolokwium</w:t>
            </w:r>
            <w:r>
              <w:t xml:space="preserve">, </w:t>
            </w:r>
            <w:r w:rsidRPr="00127459">
              <w:t xml:space="preserve"> </w:t>
            </w:r>
            <w:r w:rsidRPr="00623D47">
              <w:t>obserwacja w trakcie zajęć</w:t>
            </w:r>
          </w:p>
        </w:tc>
        <w:tc>
          <w:tcPr>
            <w:tcW w:w="2117" w:type="dxa"/>
          </w:tcPr>
          <w:p w14:paraId="623FC5A7" w14:textId="381A8D8E" w:rsidR="008874F4" w:rsidRPr="008874F4" w:rsidRDefault="008874F4" w:rsidP="008874F4">
            <w:pPr>
              <w:rPr>
                <w:rFonts w:ascii="Corbel" w:hAnsi="Corbel"/>
              </w:rPr>
            </w:pPr>
            <w:r w:rsidRPr="008874F4">
              <w:rPr>
                <w:rFonts w:ascii="Corbel" w:hAnsi="Corbel"/>
              </w:rPr>
              <w:t>konwersatorium</w:t>
            </w:r>
          </w:p>
        </w:tc>
      </w:tr>
    </w:tbl>
    <w:p w14:paraId="4C9F4323" w14:textId="77777777"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F72B4" w14:textId="77777777" w:rsidR="00923D7D" w:rsidRPr="00A9460A" w:rsidRDefault="003E1941" w:rsidP="00D160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9C85103" w14:textId="77777777" w:rsidTr="00923D7D">
        <w:tc>
          <w:tcPr>
            <w:tcW w:w="9670" w:type="dxa"/>
          </w:tcPr>
          <w:p w14:paraId="5B4026D3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1. Ocena końcowa z kolokwium zaliczeniowego 80%</w:t>
            </w:r>
          </w:p>
          <w:p w14:paraId="471E58C6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2. Obecność i aktywność na zajęciach 20%</w:t>
            </w:r>
          </w:p>
          <w:p w14:paraId="724081E3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C3D920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Kolokwium zaliczeniowe:</w:t>
            </w:r>
          </w:p>
          <w:p w14:paraId="076D7D9D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Test teoretyczny składający się z 30 pytań, wedle skali:</w:t>
            </w:r>
          </w:p>
          <w:p w14:paraId="0E78B379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 xml:space="preserve">0-15 – </w:t>
            </w:r>
            <w:proofErr w:type="spellStart"/>
            <w:r w:rsidRPr="00623D47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</w:p>
          <w:p w14:paraId="4789EEB7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 xml:space="preserve">16-18- </w:t>
            </w:r>
            <w:proofErr w:type="spellStart"/>
            <w:r w:rsidRPr="00623D4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1197C072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18-20- +</w:t>
            </w:r>
            <w:proofErr w:type="spellStart"/>
            <w:r w:rsidRPr="00623D4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05BE805A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 xml:space="preserve">21-24- </w:t>
            </w:r>
            <w:proofErr w:type="spellStart"/>
            <w:r w:rsidRPr="00623D4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784EB33D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24-27 - +</w:t>
            </w:r>
            <w:proofErr w:type="spellStart"/>
            <w:r w:rsidRPr="00623D4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7E3F345A" w14:textId="77777777" w:rsidR="00F94E3F" w:rsidRPr="00A9460A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 xml:space="preserve">28-30 – </w:t>
            </w:r>
            <w:proofErr w:type="spellStart"/>
            <w:r w:rsidRPr="00623D47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74D8C4B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F9E83" w14:textId="77777777" w:rsidR="009F4610" w:rsidRPr="00A94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70CF25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460A" w14:paraId="4072E104" w14:textId="77777777" w:rsidTr="00F53D02">
        <w:tc>
          <w:tcPr>
            <w:tcW w:w="4902" w:type="dxa"/>
            <w:vAlign w:val="center"/>
          </w:tcPr>
          <w:p w14:paraId="31C7AA31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3D8D511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14:paraId="74A2F509" w14:textId="77777777" w:rsidTr="00F53D02">
        <w:tc>
          <w:tcPr>
            <w:tcW w:w="4902" w:type="dxa"/>
          </w:tcPr>
          <w:p w14:paraId="122F294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364E4B13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0B5AFF" w:rsidRPr="00A9460A">
              <w:rPr>
                <w:rFonts w:ascii="Corbel" w:hAnsi="Corbel"/>
              </w:rPr>
              <w:t>0</w:t>
            </w:r>
          </w:p>
        </w:tc>
      </w:tr>
      <w:tr w:rsidR="000B5AFF" w:rsidRPr="00A9460A" w14:paraId="4F90F4D5" w14:textId="77777777" w:rsidTr="00F53D02">
        <w:tc>
          <w:tcPr>
            <w:tcW w:w="4902" w:type="dxa"/>
          </w:tcPr>
          <w:p w14:paraId="2A9F5202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D19D465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2F5ECFA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B5AFF" w:rsidRPr="00A9460A" w14:paraId="77AC1C54" w14:textId="77777777" w:rsidTr="00F53D02">
        <w:tc>
          <w:tcPr>
            <w:tcW w:w="4902" w:type="dxa"/>
          </w:tcPr>
          <w:p w14:paraId="070D6A32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94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946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8AFB956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865E26B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="000B5AFF" w:rsidRPr="00A9460A" w14:paraId="3A0EDA7C" w14:textId="77777777" w:rsidTr="00F53D02">
        <w:tc>
          <w:tcPr>
            <w:tcW w:w="4902" w:type="dxa"/>
          </w:tcPr>
          <w:p w14:paraId="20C7AD4A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4FC394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0B5AFF" w:rsidRPr="00A9460A" w14:paraId="1EBC717A" w14:textId="77777777" w:rsidTr="00F53D02">
        <w:tc>
          <w:tcPr>
            <w:tcW w:w="4902" w:type="dxa"/>
          </w:tcPr>
          <w:p w14:paraId="66E09917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15E0396" w14:textId="77777777" w:rsidR="000B5AFF" w:rsidRPr="00A9460A" w:rsidRDefault="00CE2A37" w:rsidP="000B5AFF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>3</w:t>
            </w:r>
          </w:p>
        </w:tc>
      </w:tr>
    </w:tbl>
    <w:p w14:paraId="3E5A22F2" w14:textId="77777777"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FB7EA6" w14:textId="77777777"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366CE4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14:paraId="33FC1E5A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9460A" w14:paraId="57099A12" w14:textId="77777777" w:rsidTr="0071620A">
        <w:trPr>
          <w:trHeight w:val="397"/>
        </w:trPr>
        <w:tc>
          <w:tcPr>
            <w:tcW w:w="3544" w:type="dxa"/>
          </w:tcPr>
          <w:p w14:paraId="6A252D06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3D2037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9460A" w14:paraId="5DB78234" w14:textId="77777777" w:rsidTr="0071620A">
        <w:trPr>
          <w:trHeight w:val="397"/>
        </w:trPr>
        <w:tc>
          <w:tcPr>
            <w:tcW w:w="3544" w:type="dxa"/>
          </w:tcPr>
          <w:p w14:paraId="2668984E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A7B42B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0AE1A6" w14:textId="77777777"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F9891" w14:textId="77777777" w:rsidR="00675843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14:paraId="2E3EBD01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D3DBB" w:rsidRPr="00A9460A" w14:paraId="05F9230E" w14:textId="77777777" w:rsidTr="004C0E3B">
        <w:trPr>
          <w:trHeight w:val="397"/>
        </w:trPr>
        <w:tc>
          <w:tcPr>
            <w:tcW w:w="10065" w:type="dxa"/>
          </w:tcPr>
          <w:p w14:paraId="275E32F4" w14:textId="77777777" w:rsidR="009D3DBB" w:rsidRPr="00A9460A" w:rsidRDefault="009D3DBB" w:rsidP="004C0E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D572C3" w14:textId="77777777" w:rsidR="009D3DBB" w:rsidRPr="00623D47" w:rsidRDefault="009D3DBB" w:rsidP="004C0E3B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</w:t>
            </w:r>
            <w:proofErr w:type="spellEnd"/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Elementy teorii i praktyki pracy socjalnej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Olsztyn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34C87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434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nictwo</w:t>
            </w:r>
            <w:r w:rsidRPr="00434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Warmińsko-Mazurskiego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EA07E8E" w14:textId="77777777" w:rsidR="009D3DBB" w:rsidRPr="00623D47" w:rsidRDefault="009D3DBB" w:rsidP="004C0E3B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</w:t>
            </w:r>
            <w:proofErr w:type="spellEnd"/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 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 Europie: inspiracje teoretyczne i standardy kształcenia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Olsztyn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34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Uniwersytetu Warmińsko-Mazurskiego.</w:t>
            </w:r>
          </w:p>
          <w:p w14:paraId="3E23CDA6" w14:textId="77777777" w:rsidR="009D3DBB" w:rsidRPr="00623D47" w:rsidRDefault="009D3DBB" w:rsidP="004C0E3B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–Hetka E., Wagner A., Piekarski J.(red.)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(2001).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Profesje społeczne w Europie.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problemów kształcenia i działania. 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Śląsk.</w:t>
            </w:r>
          </w:p>
          <w:p w14:paraId="7E953EC1" w14:textId="77777777" w:rsidR="009D3DBB" w:rsidRPr="00623D47" w:rsidRDefault="009D3DBB" w:rsidP="004C0E3B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Radwan-</w:t>
            </w:r>
            <w:proofErr w:type="spellStart"/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Pragłowski</w:t>
            </w:r>
            <w:proofErr w:type="spellEnd"/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Frysztacki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(1998).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Społeczne dzieje pomocy człowiekowi: od filantropii greckiej do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Katowice: Śląsk.</w:t>
            </w:r>
          </w:p>
          <w:p w14:paraId="3E957011" w14:textId="77777777" w:rsidR="009D3DBB" w:rsidRPr="00A9460A" w:rsidRDefault="009D3DBB" w:rsidP="004C0E3B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C8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Skidmore R.A., Thackeray M.G. (1998). </w:t>
            </w:r>
            <w:r w:rsidRPr="00A1157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Wprowadzenie do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Śląsk.</w:t>
            </w:r>
          </w:p>
        </w:tc>
      </w:tr>
      <w:tr w:rsidR="009D3DBB" w:rsidRPr="00A9460A" w14:paraId="381C1B6F" w14:textId="77777777" w:rsidTr="004C0E3B">
        <w:trPr>
          <w:trHeight w:val="397"/>
        </w:trPr>
        <w:tc>
          <w:tcPr>
            <w:tcW w:w="10065" w:type="dxa"/>
          </w:tcPr>
          <w:p w14:paraId="41C2929F" w14:textId="77777777" w:rsidR="009D3DBB" w:rsidRDefault="009D3DBB" w:rsidP="004C0E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7FC2FD" w14:textId="77777777" w:rsidR="009D3DBB" w:rsidRPr="00A11578" w:rsidRDefault="009D3DBB" w:rsidP="004C0E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DuBois</w:t>
            </w:r>
            <w:proofErr w:type="spellEnd"/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B., </w:t>
            </w:r>
            <w:proofErr w:type="spellStart"/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Miley</w:t>
            </w:r>
            <w:proofErr w:type="spellEnd"/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K.K. (1999)</w:t>
            </w:r>
            <w:r w:rsidRP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socjalna. Zawód , który dodaje si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ł.</w:t>
            </w: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Katowice: Śląsk.</w:t>
            </w:r>
          </w:p>
          <w:p w14:paraId="20684CF6" w14:textId="77777777" w:rsidR="009D3DBB" w:rsidRPr="00A11578" w:rsidRDefault="009D3DBB" w:rsidP="004C0E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Krzyszkowski J., Piątek K.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(2006).</w:t>
            </w: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</w:t>
            </w:r>
            <w:r w:rsidRP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ozwiązywanie problemów i kwestii społecznych w teorii i praktyce. Z doświadczeń krajowych i europejskich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Częstochowa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Ośrodek Kształcenia Służb Publicznych 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 </w:t>
            </w: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Socjalnych - Centrum AV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C5D462B" w14:textId="77777777" w:rsidR="009D3DBB" w:rsidRPr="00623D47" w:rsidRDefault="009D3DBB" w:rsidP="004C0E3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0159C06F" w14:textId="77777777" w:rsidR="009D3DBB" w:rsidRPr="00623D47" w:rsidRDefault="009D3DBB" w:rsidP="004C0E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Czasopisma:</w:t>
            </w:r>
          </w:p>
          <w:p w14:paraId="6B380982" w14:textId="77777777" w:rsidR="009D3DBB" w:rsidRPr="00623D47" w:rsidRDefault="009D3DBB" w:rsidP="004C0E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,,</w:t>
            </w:r>
            <w:proofErr w:type="spellStart"/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Auxilium</w:t>
            </w:r>
            <w:proofErr w:type="spellEnd"/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Sociale</w:t>
            </w:r>
            <w:proofErr w:type="spellEnd"/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 Wsparcie Socjalne’’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;</w:t>
            </w:r>
          </w:p>
          <w:p w14:paraId="5FD1C05A" w14:textId="77777777" w:rsidR="009D3DBB" w:rsidRPr="00623D47" w:rsidRDefault="009D3DBB" w:rsidP="004C0E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,,Polityka Społeczna’’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;</w:t>
            </w:r>
          </w:p>
          <w:p w14:paraId="0CCD394E" w14:textId="77777777" w:rsidR="009D3DBB" w:rsidRPr="00A9460A" w:rsidRDefault="009D3DBB" w:rsidP="004C0E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,,Praca Socjalna’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’</w:t>
            </w:r>
          </w:p>
        </w:tc>
      </w:tr>
    </w:tbl>
    <w:p w14:paraId="37E5A4C8" w14:textId="77777777" w:rsidR="0085747A" w:rsidRPr="00A9460A" w:rsidRDefault="0085747A" w:rsidP="009D3D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EF6930" w14:textId="77777777" w:rsidR="0085747A" w:rsidRPr="00A94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C07B8" w14:textId="77777777" w:rsidR="00F2729F" w:rsidRDefault="00F2729F" w:rsidP="00C16ABF">
      <w:pPr>
        <w:spacing w:after="0" w:line="240" w:lineRule="auto"/>
      </w:pPr>
      <w:r>
        <w:separator/>
      </w:r>
    </w:p>
  </w:endnote>
  <w:endnote w:type="continuationSeparator" w:id="0">
    <w:p w14:paraId="14D0AB59" w14:textId="77777777" w:rsidR="00F2729F" w:rsidRDefault="00F272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9687335"/>
      <w:docPartObj>
        <w:docPartGallery w:val="Page Numbers (Bottom of Page)"/>
        <w:docPartUnique/>
      </w:docPartObj>
    </w:sdtPr>
    <w:sdtEndPr/>
    <w:sdtContent>
      <w:p w14:paraId="0A68698A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DBB">
          <w:rPr>
            <w:noProof/>
          </w:rPr>
          <w:t>3</w:t>
        </w:r>
        <w:r>
          <w:fldChar w:fldCharType="end"/>
        </w:r>
      </w:p>
    </w:sdtContent>
  </w:sdt>
  <w:p w14:paraId="62A591EC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B0AC8" w14:textId="77777777" w:rsidR="00F2729F" w:rsidRDefault="00F2729F" w:rsidP="00C16ABF">
      <w:pPr>
        <w:spacing w:after="0" w:line="240" w:lineRule="auto"/>
      </w:pPr>
      <w:r>
        <w:separator/>
      </w:r>
    </w:p>
  </w:footnote>
  <w:footnote w:type="continuationSeparator" w:id="0">
    <w:p w14:paraId="2691C6C0" w14:textId="77777777" w:rsidR="00F2729F" w:rsidRDefault="00F2729F" w:rsidP="00C16ABF">
      <w:pPr>
        <w:spacing w:after="0" w:line="240" w:lineRule="auto"/>
      </w:pPr>
      <w:r>
        <w:continuationSeparator/>
      </w:r>
    </w:p>
  </w:footnote>
  <w:footnote w:id="1">
    <w:p w14:paraId="492A0B44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E5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588"/>
    <w:rsid w:val="00273FDC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F9A"/>
    <w:rsid w:val="00305C92"/>
    <w:rsid w:val="003151C5"/>
    <w:rsid w:val="003343CF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4DA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874F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039"/>
    <w:rsid w:val="009508DF"/>
    <w:rsid w:val="00950DAC"/>
    <w:rsid w:val="00954A07"/>
    <w:rsid w:val="00997F14"/>
    <w:rsid w:val="009A78D9"/>
    <w:rsid w:val="009B7647"/>
    <w:rsid w:val="009C3E31"/>
    <w:rsid w:val="009C54AE"/>
    <w:rsid w:val="009C788E"/>
    <w:rsid w:val="009D3DBB"/>
    <w:rsid w:val="009D3F3B"/>
    <w:rsid w:val="009E0543"/>
    <w:rsid w:val="009E3B41"/>
    <w:rsid w:val="009F3C5C"/>
    <w:rsid w:val="009F4610"/>
    <w:rsid w:val="00A00ECC"/>
    <w:rsid w:val="00A07030"/>
    <w:rsid w:val="00A119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608E"/>
    <w:rsid w:val="00D17C3C"/>
    <w:rsid w:val="00D26B2C"/>
    <w:rsid w:val="00D3036A"/>
    <w:rsid w:val="00D352C9"/>
    <w:rsid w:val="00D425B2"/>
    <w:rsid w:val="00D428D6"/>
    <w:rsid w:val="00D552B2"/>
    <w:rsid w:val="00D608D1"/>
    <w:rsid w:val="00D74119"/>
    <w:rsid w:val="00D8075B"/>
    <w:rsid w:val="00D8678B"/>
    <w:rsid w:val="00DA1BFF"/>
    <w:rsid w:val="00DA2114"/>
    <w:rsid w:val="00DD61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29F"/>
    <w:rsid w:val="00F27A7B"/>
    <w:rsid w:val="00F526AF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44E1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A468DD-BE72-4535-9FA5-A49D6E0EB9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618D4-CB19-4591-80DC-003729138CD5}"/>
</file>

<file path=customXml/itemProps3.xml><?xml version="1.0" encoding="utf-8"?>
<ds:datastoreItem xmlns:ds="http://schemas.openxmlformats.org/officeDocument/2006/customXml" ds:itemID="{BF33B73C-D806-40A3-9A8D-994EF9912476}"/>
</file>

<file path=customXml/itemProps4.xml><?xml version="1.0" encoding="utf-8"?>
<ds:datastoreItem xmlns:ds="http://schemas.openxmlformats.org/officeDocument/2006/customXml" ds:itemID="{37E78FA2-D5F1-4D6A-A115-30BC37B05FE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Prof. Gitling</cp:lastModifiedBy>
  <cp:revision>4</cp:revision>
  <cp:lastPrinted>2019-11-30T10:57:00Z</cp:lastPrinted>
  <dcterms:created xsi:type="dcterms:W3CDTF">2020-10-28T05:15:00Z</dcterms:created>
  <dcterms:modified xsi:type="dcterms:W3CDTF">2021-09-30T15:50:00Z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